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E53A2" w14:textId="77777777" w:rsidR="007A16B9" w:rsidRDefault="007A16B9"/>
    <w:p w14:paraId="08BB4F69" w14:textId="2CE04E3B" w:rsidR="00CD3F04" w:rsidRDefault="00794017" w:rsidP="00CD3F04">
      <w:r>
        <w:t>Esko Krinal</w:t>
      </w:r>
    </w:p>
    <w:p w14:paraId="14E235A8" w14:textId="5A5301B2" w:rsidR="00CD3F04" w:rsidRDefault="00794017" w:rsidP="00CD3F04">
      <w:r>
        <w:t>Juhataja</w:t>
      </w:r>
    </w:p>
    <w:p w14:paraId="45311E96" w14:textId="1ACCAAAB" w:rsidR="00CD3F04" w:rsidRDefault="00794017" w:rsidP="00CD3F04">
      <w:pPr>
        <w:rPr>
          <w:rFonts w:eastAsia="Calibri"/>
        </w:rPr>
      </w:pPr>
      <w:r>
        <w:t>Taimla- ja seemnemajandusosakond</w:t>
      </w:r>
    </w:p>
    <w:p w14:paraId="086F2EF2" w14:textId="77777777" w:rsidR="00515834" w:rsidRDefault="00515834"/>
    <w:p w14:paraId="2C68B436" w14:textId="77777777" w:rsidR="00CD3F04" w:rsidRDefault="00CD3F04"/>
    <w:p w14:paraId="47D63B3B" w14:textId="77777777" w:rsidR="00515834" w:rsidRPr="00DC3FC1" w:rsidRDefault="00515834">
      <w:pPr>
        <w:rPr>
          <w:b/>
        </w:rPr>
      </w:pPr>
      <w:r w:rsidRPr="00DC3FC1">
        <w:rPr>
          <w:b/>
        </w:rPr>
        <w:t>AVALDUS</w:t>
      </w:r>
    </w:p>
    <w:p w14:paraId="00AB2872" w14:textId="77777777" w:rsidR="00515834" w:rsidRDefault="00515834"/>
    <w:p w14:paraId="413B4101" w14:textId="77777777" w:rsidR="00515834" w:rsidRDefault="00515834" w:rsidP="00515834">
      <w:pPr>
        <w:jc w:val="both"/>
      </w:pPr>
    </w:p>
    <w:p w14:paraId="1939A7EC" w14:textId="28077DCA" w:rsidR="00CD3F04" w:rsidRDefault="00515834" w:rsidP="00515834">
      <w:pPr>
        <w:jc w:val="both"/>
      </w:pPr>
      <w:r>
        <w:t>Palun</w:t>
      </w:r>
      <w:r w:rsidR="00426D5B">
        <w:t xml:space="preserve"> mulle</w:t>
      </w:r>
      <w:r w:rsidR="00CD3F04">
        <w:t xml:space="preserve"> </w:t>
      </w:r>
      <w:r w:rsidR="00AC30EA">
        <w:t xml:space="preserve">hüvitada </w:t>
      </w:r>
      <w:r w:rsidR="00CD3F04">
        <w:t xml:space="preserve">isikliku sõiduauto kasutamine </w:t>
      </w:r>
      <w:r w:rsidR="00AC30EA">
        <w:t>elukoha ja RMK kontori</w:t>
      </w:r>
      <w:r w:rsidR="00654AA5">
        <w:t xml:space="preserve"> ning RMK kontori ja elukoha</w:t>
      </w:r>
      <w:r w:rsidR="00AC30EA">
        <w:t xml:space="preserve"> </w:t>
      </w:r>
      <w:r w:rsidR="00CD3F04">
        <w:t>vaheliseks sõiduks</w:t>
      </w:r>
      <w:r w:rsidR="00AC30EA">
        <w:t xml:space="preserve">, sest </w:t>
      </w:r>
      <w:r w:rsidR="00AF508D" w:rsidRPr="00AF508D">
        <w:t>elukoht asub vähemalt 50 kilomeetri kaugusel RMK kontorist.</w:t>
      </w:r>
      <w:r w:rsidR="00CD3F04">
        <w:rPr>
          <w:bCs/>
        </w:rPr>
        <w:t xml:space="preserve"> </w:t>
      </w:r>
    </w:p>
    <w:p w14:paraId="53EBBE88" w14:textId="77777777" w:rsidR="00CD3F04" w:rsidRDefault="00CD3F04" w:rsidP="00515834">
      <w:pPr>
        <w:jc w:val="both"/>
      </w:pPr>
    </w:p>
    <w:p w14:paraId="15F95148" w14:textId="42716D8C" w:rsidR="00CC3D64" w:rsidRDefault="007D1387" w:rsidP="00515834">
      <w:pPr>
        <w:jc w:val="both"/>
        <w:rPr>
          <w:strike/>
        </w:rPr>
      </w:pPr>
      <w:r>
        <w:t>Minu e</w:t>
      </w:r>
      <w:r w:rsidR="00654AA5">
        <w:t>lukoha</w:t>
      </w:r>
      <w:r w:rsidR="00CD3F04">
        <w:t xml:space="preserve"> </w:t>
      </w:r>
      <w:r w:rsidR="00C80E9D">
        <w:t xml:space="preserve">Metsakatsejaama </w:t>
      </w:r>
      <w:proofErr w:type="spellStart"/>
      <w:r w:rsidR="00C80E9D">
        <w:t>vkt</w:t>
      </w:r>
      <w:proofErr w:type="spellEnd"/>
      <w:r w:rsidR="00C80E9D">
        <w:t xml:space="preserve"> 14/3, </w:t>
      </w:r>
      <w:proofErr w:type="spellStart"/>
      <w:r w:rsidR="00C80E9D">
        <w:t>Painküla</w:t>
      </w:r>
      <w:proofErr w:type="spellEnd"/>
      <w:r w:rsidR="00C80E9D">
        <w:t>, Jõgeva vald</w:t>
      </w:r>
      <w:r w:rsidR="00794017">
        <w:t xml:space="preserve"> </w:t>
      </w:r>
      <w:r w:rsidR="00654AA5">
        <w:t xml:space="preserve">ja RMK </w:t>
      </w:r>
      <w:r w:rsidR="00C80E9D">
        <w:t>Surju</w:t>
      </w:r>
      <w:r w:rsidR="00794017">
        <w:t xml:space="preserve"> </w:t>
      </w:r>
      <w:r w:rsidR="00CD3F04">
        <w:t xml:space="preserve">kontori </w:t>
      </w:r>
      <w:r w:rsidR="00654AA5">
        <w:t xml:space="preserve">vaheline vahemaa mööda </w:t>
      </w:r>
      <w:proofErr w:type="spellStart"/>
      <w:r w:rsidR="00654AA5">
        <w:t>üldkasutatavat</w:t>
      </w:r>
      <w:proofErr w:type="spellEnd"/>
      <w:r w:rsidR="00654AA5">
        <w:t xml:space="preserve"> teed või rada on</w:t>
      </w:r>
      <w:r w:rsidR="008E402F">
        <w:t xml:space="preserve"> kokku</w:t>
      </w:r>
      <w:r w:rsidR="00C80E9D">
        <w:t xml:space="preserve"> 156</w:t>
      </w:r>
      <w:r w:rsidR="00654AA5">
        <w:t xml:space="preserve"> </w:t>
      </w:r>
      <w:r w:rsidR="00AC30EA">
        <w:t>kilo</w:t>
      </w:r>
      <w:r w:rsidR="00E00CB3">
        <w:t>meetrit.</w:t>
      </w:r>
      <w:r w:rsidR="00AC30EA">
        <w:t xml:space="preserve"> </w:t>
      </w:r>
    </w:p>
    <w:p w14:paraId="18B003E3" w14:textId="77777777" w:rsidR="00CD3F04" w:rsidRDefault="00CD3F04" w:rsidP="00515834">
      <w:pPr>
        <w:jc w:val="both"/>
      </w:pPr>
    </w:p>
    <w:p w14:paraId="08EC0C4B" w14:textId="3D5219C3" w:rsidR="00426D5B" w:rsidRDefault="00AF508D">
      <w:r>
        <w:rPr>
          <w:iCs/>
        </w:rPr>
        <w:t>Tõnu Reim</w:t>
      </w:r>
    </w:p>
    <w:p w14:paraId="62A03C03" w14:textId="7F96125D" w:rsidR="00426D5B" w:rsidRPr="005216DB" w:rsidRDefault="00AF508D" w:rsidP="00426D5B">
      <w:pPr>
        <w:pStyle w:val="NormalWeb"/>
        <w:rPr>
          <w:rFonts w:eastAsia="Calibri"/>
          <w:lang w:val="fi-FI"/>
        </w:rPr>
      </w:pPr>
      <w:sdt>
        <w:sdtPr>
          <w:rPr>
            <w:rFonts w:eastAsia="Calibri"/>
            <w:lang w:val="fi-FI"/>
          </w:rPr>
          <w:id w:val="448594684"/>
          <w:placeholder>
            <w:docPart w:val="4AAE18C330794AC986A62A590F4F3B84"/>
          </w:placeholder>
          <w:date w:fullDate="2020-01-10T00:00:00Z">
            <w:dateFormat w:val="d.MM.yyyy"/>
            <w:lid w:val="et-EE"/>
            <w:storeMappedDataAs w:val="dateTime"/>
            <w:calendar w:val="gregorian"/>
          </w:date>
        </w:sdtPr>
        <w:sdtEndPr/>
        <w:sdtContent>
          <w:r>
            <w:rPr>
              <w:rFonts w:eastAsia="Calibri"/>
              <w:lang w:val="et-EE"/>
            </w:rPr>
            <w:t>10</w:t>
          </w:r>
          <w:r w:rsidR="00794017">
            <w:rPr>
              <w:rFonts w:eastAsia="Calibri"/>
              <w:lang w:val="et-EE"/>
            </w:rPr>
            <w:t>.01.2020</w:t>
          </w:r>
        </w:sdtContent>
      </w:sdt>
    </w:p>
    <w:p w14:paraId="382B23B8" w14:textId="77777777" w:rsidR="00515834" w:rsidRDefault="00515834"/>
    <w:p w14:paraId="6A062182" w14:textId="77777777" w:rsidR="00515834" w:rsidRDefault="00515834"/>
    <w:p w14:paraId="08406600" w14:textId="77777777" w:rsidR="00515834" w:rsidRDefault="00515834">
      <w:bookmarkStart w:id="0" w:name="_GoBack"/>
      <w:bookmarkEnd w:id="0"/>
    </w:p>
    <w:sectPr w:rsidR="0051583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87ADF"/>
    <w:multiLevelType w:val="hybridMultilevel"/>
    <w:tmpl w:val="3AB250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FC5"/>
    <w:rsid w:val="000D3B43"/>
    <w:rsid w:val="001019A1"/>
    <w:rsid w:val="00270B0E"/>
    <w:rsid w:val="00387594"/>
    <w:rsid w:val="00394C14"/>
    <w:rsid w:val="00426D5B"/>
    <w:rsid w:val="004A5768"/>
    <w:rsid w:val="004D7518"/>
    <w:rsid w:val="004E69BE"/>
    <w:rsid w:val="00515834"/>
    <w:rsid w:val="00627CF2"/>
    <w:rsid w:val="00654AA5"/>
    <w:rsid w:val="00696526"/>
    <w:rsid w:val="006C6D65"/>
    <w:rsid w:val="00751346"/>
    <w:rsid w:val="00794017"/>
    <w:rsid w:val="007A16B9"/>
    <w:rsid w:val="007D1387"/>
    <w:rsid w:val="0088046F"/>
    <w:rsid w:val="008C3F09"/>
    <w:rsid w:val="008E402F"/>
    <w:rsid w:val="00904DDF"/>
    <w:rsid w:val="00964691"/>
    <w:rsid w:val="00972153"/>
    <w:rsid w:val="009842D4"/>
    <w:rsid w:val="009C0F1F"/>
    <w:rsid w:val="00A1467A"/>
    <w:rsid w:val="00A23BA6"/>
    <w:rsid w:val="00A70FC5"/>
    <w:rsid w:val="00A80244"/>
    <w:rsid w:val="00AC30EA"/>
    <w:rsid w:val="00AF508D"/>
    <w:rsid w:val="00B75024"/>
    <w:rsid w:val="00C66937"/>
    <w:rsid w:val="00C80E9D"/>
    <w:rsid w:val="00CC3D64"/>
    <w:rsid w:val="00CD3F04"/>
    <w:rsid w:val="00CE36AA"/>
    <w:rsid w:val="00D3386F"/>
    <w:rsid w:val="00D65200"/>
    <w:rsid w:val="00DC3FC1"/>
    <w:rsid w:val="00E00CB3"/>
    <w:rsid w:val="00E5036E"/>
    <w:rsid w:val="00EA388D"/>
    <w:rsid w:val="00EF4443"/>
    <w:rsid w:val="00F2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1AF9A"/>
  <w15:docId w15:val="{8415C02F-80A9-4161-BDEA-403EB9B9E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unhideWhenUsed/>
    <w:rsid w:val="00E00CB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00C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00CB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00C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00CB3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E00C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00CB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CE36AA"/>
    <w:pPr>
      <w:ind w:left="720"/>
      <w:contextualSpacing/>
    </w:pPr>
  </w:style>
  <w:style w:type="paragraph" w:styleId="NormalWeb">
    <w:name w:val="Normal (Web)"/>
    <w:basedOn w:val="Normal"/>
    <w:rsid w:val="00426D5B"/>
    <w:pPr>
      <w:spacing w:before="100" w:beforeAutospacing="1" w:after="100" w:afterAutospacing="1"/>
    </w:pPr>
    <w:rPr>
      <w:lang w:val="en-GB"/>
    </w:rPr>
  </w:style>
  <w:style w:type="character" w:styleId="PlaceholderText">
    <w:name w:val="Placeholder Text"/>
    <w:basedOn w:val="DefaultParagraphFont"/>
    <w:uiPriority w:val="99"/>
    <w:semiHidden/>
    <w:rsid w:val="00426D5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voe\AppData\Local\Microsoft\Windows\Temporary%20Internet%20Files\Content.IE5\D1NVKD2K\avaldus_huvitise_saamiseks_elukoha_kontori_elukoha_vaheliseks_soiduk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AE18C330794AC986A62A590F4F3B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84A72-7595-4CCE-A7CA-DDA8BFBBE24C}"/>
      </w:docPartPr>
      <w:docPartBody>
        <w:p w:rsidR="00FC29A6" w:rsidRDefault="00EA5F86">
          <w:pPr>
            <w:pStyle w:val="4AAE18C330794AC986A62A590F4F3B84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9A6"/>
    <w:rsid w:val="00306FF3"/>
    <w:rsid w:val="00527C99"/>
    <w:rsid w:val="00EA5F86"/>
    <w:rsid w:val="00FC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BEC26CA980446B7ADC0B0B7957604B7">
    <w:name w:val="DBEC26CA980446B7ADC0B0B7957604B7"/>
  </w:style>
  <w:style w:type="paragraph" w:customStyle="1" w:styleId="F3A1D32FB66D4D36B5326734BFE60DD9">
    <w:name w:val="F3A1D32FB66D4D36B5326734BFE60DD9"/>
  </w:style>
  <w:style w:type="paragraph" w:customStyle="1" w:styleId="4AAE18C330794AC986A62A590F4F3B84">
    <w:name w:val="4AAE18C330794AC986A62A590F4F3B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avaldus_huvitise_saamiseks_elukoha_kontori_elukoha_vaheliseks_soiduks</Template>
  <TotalTime>18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…………………………</vt:lpstr>
      <vt:lpstr>…………………………</vt:lpstr>
      <vt:lpstr>…………………………</vt:lpstr>
    </vt:vector>
  </TitlesOfParts>
  <Company>Riigimetsa  Majandamise Keskus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Aivo Vares</dc:creator>
  <cp:lastModifiedBy>Tõnu Reim</cp:lastModifiedBy>
  <cp:revision>3</cp:revision>
  <dcterms:created xsi:type="dcterms:W3CDTF">2020-01-10T07:47:00Z</dcterms:created>
  <dcterms:modified xsi:type="dcterms:W3CDTF">2020-01-10T08:05:00Z</dcterms:modified>
</cp:coreProperties>
</file>